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F17567" w:rsidRPr="0090777B">
        <w:rPr>
          <w:rFonts w:ascii="Times New Roman" w:hAnsi="Times New Roman"/>
          <w:bCs/>
          <w:i/>
        </w:rPr>
        <w:t>12/2019</w:t>
      </w:r>
    </w:p>
    <w:p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2020– 2023</w:t>
      </w:r>
    </w:p>
    <w:p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>
        <w:rPr>
          <w:rFonts w:ascii="Times New Roman" w:hAnsi="Times New Roman"/>
          <w:sz w:val="20"/>
          <w:szCs w:val="20"/>
        </w:rPr>
        <w:t>2021/2022</w:t>
      </w:r>
    </w:p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90777B">
        <w:rPr>
          <w:szCs w:val="24"/>
        </w:rPr>
        <w:t xml:space="preserve">1. </w:t>
      </w:r>
      <w:r w:rsidR="0085747A" w:rsidRPr="0090777B">
        <w:rPr>
          <w:szCs w:val="24"/>
        </w:rPr>
        <w:t xml:space="preserve">Podstawowe </w:t>
      </w:r>
      <w:r w:rsidR="00445970" w:rsidRPr="0090777B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B20E6B" w:rsidP="00B20E6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Wprowadzenie do metodologii badań pedagogicznych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Kod przedmiotu</w:t>
            </w:r>
            <w:r w:rsidR="0085747A" w:rsidRPr="0090777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</w:t>
            </w:r>
            <w:r w:rsidR="00C05F44" w:rsidRPr="0090777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0777B" w:rsidRDefault="002E0B4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0777B" w:rsidRDefault="002E0B4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BB378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0777B" w:rsidRDefault="00300B2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0777B" w:rsidRDefault="00DF02D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Rok i semestr</w:t>
            </w:r>
            <w:r w:rsidR="0030395F" w:rsidRPr="0090777B">
              <w:rPr>
                <w:sz w:val="24"/>
                <w:szCs w:val="24"/>
              </w:rPr>
              <w:t>/y</w:t>
            </w:r>
            <w:r w:rsidRPr="0090777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0777B" w:rsidRDefault="00177AE9" w:rsidP="00300B2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I</w:t>
            </w:r>
            <w:r w:rsidR="00C24C47">
              <w:rPr>
                <w:b w:val="0"/>
                <w:sz w:val="24"/>
                <w:szCs w:val="24"/>
              </w:rPr>
              <w:t>I</w:t>
            </w:r>
            <w:r w:rsidR="00300B23">
              <w:rPr>
                <w:b w:val="0"/>
                <w:sz w:val="24"/>
                <w:szCs w:val="24"/>
              </w:rPr>
              <w:t xml:space="preserve"> rok III semestr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0777B" w:rsidRDefault="00AF19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kierunkowy</w:t>
            </w:r>
          </w:p>
        </w:tc>
      </w:tr>
      <w:tr w:rsidR="00923D7D" w:rsidRPr="0090777B" w:rsidTr="00B819C8">
        <w:tc>
          <w:tcPr>
            <w:tcW w:w="2694" w:type="dxa"/>
            <w:vAlign w:val="center"/>
          </w:tcPr>
          <w:p w:rsidR="00923D7D" w:rsidRPr="0090777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777B" w:rsidRDefault="00BB378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Dr hab. prof. UR Ryszard Pęczkowski</w:t>
            </w:r>
          </w:p>
        </w:tc>
      </w:tr>
      <w:tr w:rsidR="0085747A" w:rsidRPr="0090777B" w:rsidTr="00B819C8">
        <w:tc>
          <w:tcPr>
            <w:tcW w:w="2694" w:type="dxa"/>
            <w:vAlign w:val="center"/>
          </w:tcPr>
          <w:p w:rsidR="0085747A" w:rsidRPr="009077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777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</w:tbl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90777B" w:rsidRDefault="0085747A" w:rsidP="009C54AE">
      <w:pPr>
        <w:pStyle w:val="Podpunkty"/>
        <w:ind w:left="284"/>
        <w:rPr>
          <w:sz w:val="24"/>
          <w:szCs w:val="24"/>
        </w:rPr>
      </w:pPr>
      <w:r w:rsidRPr="0090777B">
        <w:rPr>
          <w:sz w:val="24"/>
          <w:szCs w:val="24"/>
        </w:rPr>
        <w:t>1.</w:t>
      </w:r>
      <w:r w:rsidR="00E22FBC" w:rsidRPr="0090777B">
        <w:rPr>
          <w:sz w:val="24"/>
          <w:szCs w:val="24"/>
        </w:rPr>
        <w:t>1</w:t>
      </w:r>
      <w:r w:rsidRPr="0090777B">
        <w:rPr>
          <w:sz w:val="24"/>
          <w:szCs w:val="24"/>
        </w:rPr>
        <w:t xml:space="preserve">.Formy zajęć dydaktycznych, wymiar godzin i punktów ECTS </w:t>
      </w:r>
    </w:p>
    <w:p w:rsidR="00923D7D" w:rsidRPr="0090777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90777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Semestr</w:t>
            </w:r>
          </w:p>
          <w:p w:rsidR="00015B8F" w:rsidRPr="0090777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(</w:t>
            </w:r>
            <w:r w:rsidR="00363F78" w:rsidRPr="0090777B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777B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777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0777B">
              <w:rPr>
                <w:b/>
                <w:szCs w:val="24"/>
              </w:rPr>
              <w:t>Liczba pkt</w:t>
            </w:r>
            <w:r w:rsidR="00B90885" w:rsidRPr="0090777B">
              <w:rPr>
                <w:b/>
                <w:szCs w:val="24"/>
              </w:rPr>
              <w:t>.</w:t>
            </w:r>
            <w:r w:rsidRPr="0090777B">
              <w:rPr>
                <w:b/>
                <w:szCs w:val="24"/>
              </w:rPr>
              <w:t xml:space="preserve"> ECTS</w:t>
            </w:r>
          </w:p>
        </w:tc>
      </w:tr>
      <w:tr w:rsidR="00015B8F" w:rsidRPr="0090777B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177AE9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90777B"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EC2201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015B8F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777B" w:rsidRDefault="00300B23" w:rsidP="00BB37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23D7D" w:rsidRPr="0090777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85747A" w:rsidRPr="0090777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1.</w:t>
      </w:r>
      <w:r w:rsidR="00E22FBC" w:rsidRPr="0090777B">
        <w:rPr>
          <w:smallCaps w:val="0"/>
          <w:szCs w:val="24"/>
        </w:rPr>
        <w:t>2</w:t>
      </w:r>
      <w:r w:rsidR="00F83B28" w:rsidRPr="0090777B">
        <w:rPr>
          <w:smallCaps w:val="0"/>
          <w:szCs w:val="24"/>
        </w:rPr>
        <w:t>.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 xml:space="preserve">Sposób realizacji zajęć  </w:t>
      </w:r>
    </w:p>
    <w:p w:rsidR="0085747A" w:rsidRPr="0090777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90777B">
        <w:rPr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0777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9C54AE" w:rsidRPr="0090777B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 xml:space="preserve">1.3 </w:t>
      </w:r>
      <w:r w:rsidR="00F83B28" w:rsidRPr="0090777B">
        <w:rPr>
          <w:smallCaps w:val="0"/>
          <w:szCs w:val="24"/>
        </w:rPr>
        <w:tab/>
      </w:r>
      <w:r w:rsidRPr="0090777B">
        <w:rPr>
          <w:smallCaps w:val="0"/>
          <w:szCs w:val="24"/>
        </w:rPr>
        <w:t>For</w:t>
      </w:r>
      <w:r w:rsidR="00445970" w:rsidRPr="0090777B">
        <w:rPr>
          <w:smallCaps w:val="0"/>
          <w:szCs w:val="24"/>
        </w:rPr>
        <w:t xml:space="preserve">ma zaliczenia przedmiotu </w:t>
      </w:r>
      <w:r w:rsidRPr="0090777B">
        <w:rPr>
          <w:smallCaps w:val="0"/>
          <w:szCs w:val="24"/>
        </w:rPr>
        <w:t xml:space="preserve"> (z toku) </w:t>
      </w:r>
      <w:r w:rsidR="00BB378B" w:rsidRPr="0090777B">
        <w:rPr>
          <w:smallCaps w:val="0"/>
          <w:szCs w:val="24"/>
        </w:rPr>
        <w:t xml:space="preserve"> - </w:t>
      </w:r>
      <w:r w:rsidR="00300B23">
        <w:rPr>
          <w:smallCaps w:val="0"/>
          <w:szCs w:val="24"/>
        </w:rPr>
        <w:t>zaliczenie z oceną, praca projektowa</w:t>
      </w:r>
    </w:p>
    <w:p w:rsidR="001C0FBF" w:rsidRPr="0090777B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</w:p>
    <w:p w:rsidR="00E960BB" w:rsidRPr="0090777B" w:rsidRDefault="0085747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745302">
        <w:tc>
          <w:tcPr>
            <w:tcW w:w="9670" w:type="dxa"/>
          </w:tcPr>
          <w:p w:rsidR="0085747A" w:rsidRPr="0090777B" w:rsidRDefault="00BB378B" w:rsidP="00177AE9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Podstawowa wiedza z zakresu pedagogiki i jej subdysc</w:t>
            </w:r>
            <w:r w:rsidR="00177AE9" w:rsidRPr="0090777B">
              <w:rPr>
                <w:b w:val="0"/>
                <w:smallCaps w:val="0"/>
                <w:color w:val="000000"/>
                <w:szCs w:val="24"/>
              </w:rPr>
              <w:t>yplin naukowych</w:t>
            </w:r>
          </w:p>
        </w:tc>
      </w:tr>
    </w:tbl>
    <w:p w:rsidR="00153C41" w:rsidRPr="0090777B" w:rsidRDefault="00153C41" w:rsidP="009C54AE">
      <w:pPr>
        <w:pStyle w:val="Punktygwne"/>
        <w:spacing w:before="0" w:after="0"/>
        <w:rPr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zCs w:val="24"/>
        </w:rPr>
      </w:pPr>
      <w:r w:rsidRPr="0090777B">
        <w:rPr>
          <w:szCs w:val="24"/>
        </w:rPr>
        <w:t>3.</w:t>
      </w:r>
      <w:r w:rsidR="0085747A" w:rsidRPr="0090777B">
        <w:rPr>
          <w:szCs w:val="24"/>
        </w:rPr>
        <w:t xml:space="preserve"> </w:t>
      </w:r>
      <w:r w:rsidR="00A84C85" w:rsidRPr="0090777B">
        <w:rPr>
          <w:szCs w:val="24"/>
        </w:rPr>
        <w:t>cele, efekty uczenia się</w:t>
      </w:r>
      <w:r w:rsidR="0085747A" w:rsidRPr="0090777B">
        <w:rPr>
          <w:szCs w:val="24"/>
        </w:rPr>
        <w:t xml:space="preserve"> , treści Programowe i stosowane metody Dydaktyczne</w:t>
      </w:r>
    </w:p>
    <w:p w:rsidR="0085747A" w:rsidRPr="0090777B" w:rsidRDefault="0071620A" w:rsidP="009C54AE">
      <w:pPr>
        <w:pStyle w:val="Podpunkty"/>
        <w:rPr>
          <w:sz w:val="24"/>
          <w:szCs w:val="24"/>
        </w:rPr>
      </w:pPr>
      <w:r w:rsidRPr="0090777B">
        <w:rPr>
          <w:sz w:val="24"/>
          <w:szCs w:val="24"/>
        </w:rPr>
        <w:t xml:space="preserve">3.1 </w:t>
      </w:r>
      <w:r w:rsidR="00C05F44" w:rsidRPr="0090777B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Kształtowanie umiejętności przygotowania i realizacji badań ilościowych</w:t>
            </w:r>
          </w:p>
        </w:tc>
      </w:tr>
      <w:tr w:rsidR="00177AE9" w:rsidRPr="0090777B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0777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90777B" w:rsidRDefault="00177AE9" w:rsidP="00177AE9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90777B">
              <w:rPr>
                <w:b w:val="0"/>
              </w:rPr>
              <w:t>Rozwijanie krytycznej postawy w prowadzeniu badań ze szczególnym uwzględnieniem wymiaru etycznego prowadzenia badań ilościowych</w:t>
            </w:r>
          </w:p>
        </w:tc>
      </w:tr>
    </w:tbl>
    <w:p w:rsidR="00177AE9" w:rsidRPr="0090777B" w:rsidRDefault="00177AE9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33756B" w:rsidRDefault="0033756B" w:rsidP="009C54A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  <w:sectPr w:rsidR="0033756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D7B54" w:rsidRPr="0090777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lastRenderedPageBreak/>
        <w:t xml:space="preserve">3.2 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90777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90777B">
        <w:rPr>
          <w:rFonts w:ascii="Times New Roman" w:hAnsi="Times New Roman"/>
          <w:b/>
          <w:sz w:val="24"/>
          <w:szCs w:val="24"/>
        </w:rPr>
        <w:t>dla przedmiotu</w:t>
      </w:r>
      <w:r w:rsidR="00445970" w:rsidRPr="0090777B">
        <w:rPr>
          <w:rFonts w:ascii="Times New Roman" w:hAnsi="Times New Roman"/>
          <w:sz w:val="24"/>
          <w:szCs w:val="24"/>
        </w:rPr>
        <w:t xml:space="preserve"> </w:t>
      </w:r>
    </w:p>
    <w:p w:rsidR="001D7B54" w:rsidRPr="0090777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777B" w:rsidTr="0071620A">
        <w:tc>
          <w:tcPr>
            <w:tcW w:w="1701" w:type="dxa"/>
            <w:vAlign w:val="center"/>
          </w:tcPr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smallCaps w:val="0"/>
                <w:szCs w:val="24"/>
              </w:rPr>
              <w:t>EK</w:t>
            </w:r>
            <w:r w:rsidR="00A84C85" w:rsidRPr="0090777B">
              <w:rPr>
                <w:b w:val="0"/>
                <w:smallCaps w:val="0"/>
                <w:szCs w:val="24"/>
              </w:rPr>
              <w:t xml:space="preserve"> (</w:t>
            </w:r>
            <w:r w:rsidR="00C05F44" w:rsidRPr="0090777B">
              <w:rPr>
                <w:b w:val="0"/>
                <w:smallCaps w:val="0"/>
                <w:szCs w:val="24"/>
              </w:rPr>
              <w:t>efekt uczenia się</w:t>
            </w:r>
            <w:r w:rsidR="00B82308" w:rsidRPr="0090777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AF199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90777B">
              <w:rPr>
                <w:b w:val="0"/>
                <w:smallCaps w:val="0"/>
                <w:szCs w:val="24"/>
              </w:rPr>
              <w:t xml:space="preserve">uczenia się </w:t>
            </w:r>
            <w:r w:rsidRPr="0090777B">
              <w:rPr>
                <w:b w:val="0"/>
                <w:smallCaps w:val="0"/>
                <w:szCs w:val="24"/>
              </w:rPr>
              <w:t>zdefiniowanego dla przedmiotu</w:t>
            </w:r>
          </w:p>
          <w:p w:rsidR="0085747A" w:rsidRPr="0090777B" w:rsidRDefault="00AF199F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85747A" w:rsidRPr="0090777B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0777B" w:rsidRDefault="0085747A" w:rsidP="0090777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</w:t>
            </w:r>
            <w:r w:rsidRPr="0090777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9A2C3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K_W03</w:t>
            </w:r>
          </w:p>
          <w:p w:rsidR="00B40A72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K_W04</w:t>
            </w:r>
          </w:p>
          <w:p w:rsidR="00300B23" w:rsidRPr="0090777B" w:rsidRDefault="00300B23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9A2C3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9A2C3B" w:rsidRPr="0090777B" w:rsidRDefault="00AF199F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</w:t>
            </w:r>
            <w:r w:rsidR="00B40A72">
              <w:rPr>
                <w:b w:val="0"/>
                <w:smallCaps w:val="0"/>
                <w:szCs w:val="24"/>
              </w:rPr>
              <w:t>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2C3B" w:rsidRPr="0090777B" w:rsidRDefault="009A2C3B" w:rsidP="00B4711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 xml:space="preserve">Zaprojektuje badania o charakterze ilościowym w obszarze </w:t>
            </w:r>
            <w:r w:rsidR="00B4711D">
              <w:rPr>
                <w:rFonts w:ascii="Times New Roman" w:hAnsi="Times New Roman"/>
                <w:szCs w:val="24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9A2C3B" w:rsidRPr="0090777B" w:rsidTr="001C0FBF">
        <w:tc>
          <w:tcPr>
            <w:tcW w:w="1701" w:type="dxa"/>
            <w:vAlign w:val="center"/>
          </w:tcPr>
          <w:p w:rsidR="009A2C3B" w:rsidRPr="0090777B" w:rsidRDefault="009A2C3B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2C3B" w:rsidRPr="0090777B" w:rsidRDefault="009A2C3B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:rsidR="009A2C3B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1C0FBF" w:rsidRPr="0090777B" w:rsidTr="001C0FBF">
        <w:tc>
          <w:tcPr>
            <w:tcW w:w="1701" w:type="dxa"/>
            <w:vAlign w:val="center"/>
          </w:tcPr>
          <w:p w:rsidR="001C0FBF" w:rsidRPr="0090777B" w:rsidRDefault="001C0FBF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C0FBF" w:rsidRPr="0090777B" w:rsidRDefault="001C0FBF" w:rsidP="009A2C3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0777B">
              <w:rPr>
                <w:rFonts w:ascii="Times New Roman" w:hAnsi="Times New Roman"/>
                <w:szCs w:val="24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:rsidR="001C0FBF" w:rsidRPr="0090777B" w:rsidRDefault="00B40A72" w:rsidP="001C0FB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90777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>3.3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90777B">
        <w:rPr>
          <w:rFonts w:ascii="Times New Roman" w:hAnsi="Times New Roman"/>
          <w:b/>
          <w:sz w:val="24"/>
          <w:szCs w:val="24"/>
        </w:rPr>
        <w:t>T</w:t>
      </w:r>
      <w:r w:rsidR="001D7B54" w:rsidRPr="0090777B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90777B">
        <w:rPr>
          <w:rFonts w:ascii="Times New Roman" w:hAnsi="Times New Roman"/>
          <w:sz w:val="24"/>
          <w:szCs w:val="24"/>
        </w:rPr>
        <w:t xml:space="preserve">  </w:t>
      </w: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90777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Modele badań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Struktura badań ilościowych, zasady projektowania -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Metody i techniki prowadzenia badań ilościowych – ogólna charakterystyka.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Analiza i synteza  jako podstawowe operacje w badaniach ilościowych.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Etyka prowadzenia badań ilościowych.</w:t>
            </w:r>
          </w:p>
        </w:tc>
      </w:tr>
    </w:tbl>
    <w:p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90777B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0777B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90777B">
        <w:rPr>
          <w:rFonts w:ascii="Times New Roman" w:hAnsi="Times New Roman"/>
          <w:sz w:val="24"/>
          <w:szCs w:val="24"/>
        </w:rPr>
        <w:t xml:space="preserve">, </w:t>
      </w:r>
      <w:r w:rsidRPr="0090777B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90777B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777B" w:rsidTr="00923D7D">
        <w:tc>
          <w:tcPr>
            <w:tcW w:w="9639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 xml:space="preserve">Modele procesu badawczego – charakterystyka faz badań 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Przedmiot i cele badań – analiza wybranych przykładów</w:t>
            </w:r>
          </w:p>
        </w:tc>
      </w:tr>
      <w:tr w:rsidR="001C0FBF" w:rsidRPr="0090777B" w:rsidTr="00923D7D">
        <w:tc>
          <w:tcPr>
            <w:tcW w:w="9639" w:type="dxa"/>
          </w:tcPr>
          <w:p w:rsidR="001C0FBF" w:rsidRPr="0090777B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P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Hipotezy w badaniach ilościowych – charakterystyka, zasady operacjonalizacji hipotez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Zmienne, wskaźniki i mierniki w badaniach ilościowych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Metody, techniki i narzędzia w badaniach ilościowych – charakterystyka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Zasady doboru i projektowania metod i technik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Opracowanie i weryfikacja narzędzi pomiaru  </w:t>
            </w:r>
          </w:p>
        </w:tc>
      </w:tr>
      <w:tr w:rsidR="0090777B" w:rsidRPr="0090777B" w:rsidTr="00923D7D">
        <w:tc>
          <w:tcPr>
            <w:tcW w:w="9639" w:type="dxa"/>
          </w:tcPr>
          <w:p w:rsidR="0090777B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 badań własnych, przygotowanie, realizacja, prezentacja wyników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90777B" w:rsidRDefault="009077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90777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0777B">
        <w:rPr>
          <w:smallCaps w:val="0"/>
          <w:szCs w:val="24"/>
        </w:rPr>
        <w:t>3.4 Metody dydaktyczne</w:t>
      </w:r>
      <w:r w:rsidRPr="0090777B">
        <w:rPr>
          <w:b w:val="0"/>
          <w:smallCaps w:val="0"/>
          <w:szCs w:val="24"/>
        </w:rPr>
        <w:t xml:space="preserve"> </w:t>
      </w:r>
    </w:p>
    <w:p w:rsidR="006943B1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6943B1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90777B">
        <w:rPr>
          <w:b w:val="0"/>
          <w:smallCaps w:val="0"/>
          <w:szCs w:val="24"/>
        </w:rPr>
        <w:t>Wykład z prezentacj</w:t>
      </w:r>
      <w:r w:rsidR="0090777B">
        <w:rPr>
          <w:b w:val="0"/>
          <w:smallCaps w:val="0"/>
          <w:szCs w:val="24"/>
        </w:rPr>
        <w:t>a multimedialną; analiza tekstów prezentujących badania empiryczne</w:t>
      </w:r>
      <w:r w:rsidRPr="0090777B">
        <w:rPr>
          <w:b w:val="0"/>
          <w:smallCaps w:val="0"/>
          <w:szCs w:val="24"/>
        </w:rPr>
        <w:t xml:space="preserve"> z interpretacją </w:t>
      </w:r>
      <w:r w:rsidR="0090777B">
        <w:rPr>
          <w:b w:val="0"/>
          <w:smallCaps w:val="0"/>
          <w:szCs w:val="24"/>
        </w:rPr>
        <w:t>–</w:t>
      </w:r>
      <w:r w:rsidRPr="0090777B">
        <w:rPr>
          <w:b w:val="0"/>
          <w:smallCaps w:val="0"/>
          <w:szCs w:val="24"/>
        </w:rPr>
        <w:t xml:space="preserve"> dyskusja</w:t>
      </w:r>
      <w:r w:rsidR="0090777B">
        <w:rPr>
          <w:b w:val="0"/>
          <w:smallCaps w:val="0"/>
          <w:szCs w:val="24"/>
        </w:rPr>
        <w:t xml:space="preserve">; ćwiczenia </w:t>
      </w:r>
    </w:p>
    <w:p w:rsidR="00E960BB" w:rsidRPr="0090777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 </w:t>
      </w:r>
      <w:r w:rsidR="0085747A" w:rsidRPr="0090777B">
        <w:rPr>
          <w:smallCaps w:val="0"/>
          <w:szCs w:val="24"/>
        </w:rPr>
        <w:t>METODY I KRYTERIA OCENY</w:t>
      </w:r>
      <w:r w:rsidR="009F4610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4.1 Sposoby weryfikacji efektów </w:t>
      </w:r>
      <w:r w:rsidR="00C05F44" w:rsidRPr="0090777B">
        <w:rPr>
          <w:smallCaps w:val="0"/>
          <w:szCs w:val="24"/>
        </w:rPr>
        <w:t>uczenia się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777B" w:rsidTr="00C05F44">
        <w:tc>
          <w:tcPr>
            <w:tcW w:w="1985" w:type="dxa"/>
            <w:vAlign w:val="center"/>
          </w:tcPr>
          <w:p w:rsidR="0085747A" w:rsidRPr="0090777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0777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90777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777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6943B1" w:rsidRPr="0090777B" w:rsidTr="00C05F44">
        <w:tc>
          <w:tcPr>
            <w:tcW w:w="1985" w:type="dxa"/>
            <w:vAlign w:val="center"/>
          </w:tcPr>
          <w:p w:rsidR="006943B1" w:rsidRPr="0090777B" w:rsidRDefault="006943B1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6943B1" w:rsidRPr="0090777B" w:rsidRDefault="00DF4D2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kolokwium cząstkowe</w:t>
            </w:r>
          </w:p>
        </w:tc>
        <w:tc>
          <w:tcPr>
            <w:tcW w:w="2126" w:type="dxa"/>
            <w:vAlign w:val="center"/>
          </w:tcPr>
          <w:p w:rsidR="006943B1" w:rsidRPr="0090777B" w:rsidRDefault="00B4711D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90777B" w:rsidRPr="0090777B" w:rsidRDefault="00DF4D23" w:rsidP="00DF4D23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D22B3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90777B" w:rsidRPr="0090777B" w:rsidRDefault="00DF4D23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P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90777B" w:rsidRPr="0090777B" w:rsidRDefault="00712A98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ocena projektu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90777B" w:rsidRPr="0090777B" w:rsidRDefault="00712A98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Praca projektowa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26" w:type="dxa"/>
            <w:vAlign w:val="center"/>
          </w:tcPr>
          <w:p w:rsidR="0090777B" w:rsidRPr="0090777B" w:rsidRDefault="00B4711D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90777B" w:rsidTr="00C05F44">
        <w:tc>
          <w:tcPr>
            <w:tcW w:w="1985" w:type="dxa"/>
            <w:vAlign w:val="center"/>
          </w:tcPr>
          <w:p w:rsidR="0090777B" w:rsidRDefault="0090777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90777B" w:rsidRPr="0090777B" w:rsidRDefault="007B43EB" w:rsidP="005E106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Dyskusja, </w:t>
            </w:r>
            <w:r w:rsidR="00B4711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90777B" w:rsidRPr="0090777B" w:rsidRDefault="007B43EB" w:rsidP="006943B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B4711D">
              <w:rPr>
                <w:b w:val="0"/>
                <w:smallCaps w:val="0"/>
                <w:szCs w:val="24"/>
              </w:rPr>
              <w:t>ykład</w:t>
            </w:r>
            <w:r>
              <w:rPr>
                <w:b w:val="0"/>
                <w:smallCaps w:val="0"/>
                <w:szCs w:val="24"/>
              </w:rPr>
              <w:t>,</w:t>
            </w:r>
            <w:r w:rsidR="00B4711D">
              <w:rPr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:rsidR="00923D7D" w:rsidRPr="0090777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4.2 </w:t>
      </w:r>
      <w:r w:rsidR="0085747A" w:rsidRPr="0090777B">
        <w:rPr>
          <w:smallCaps w:val="0"/>
          <w:szCs w:val="24"/>
        </w:rPr>
        <w:t>Warunki zaliczenia przedmiotu (kryteria oceniania)</w:t>
      </w:r>
      <w:r w:rsidR="00923D7D" w:rsidRPr="0090777B">
        <w:rPr>
          <w:smallCaps w:val="0"/>
          <w:szCs w:val="24"/>
        </w:rPr>
        <w:t xml:space="preserve"> </w:t>
      </w:r>
    </w:p>
    <w:p w:rsidR="00923D7D" w:rsidRPr="0090777B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777B" w:rsidTr="00923D7D">
        <w:tc>
          <w:tcPr>
            <w:tcW w:w="9670" w:type="dxa"/>
          </w:tcPr>
          <w:p w:rsidR="0085747A" w:rsidRPr="0090777B" w:rsidRDefault="006943B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t>Obecność na zajęciach, pozytywne oceny z kolokwium</w:t>
            </w:r>
            <w:r w:rsidR="00712A98">
              <w:rPr>
                <w:b w:val="0"/>
                <w:smallCaps w:val="0"/>
                <w:szCs w:val="24"/>
              </w:rPr>
              <w:t xml:space="preserve"> oraz pracy projektowej.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90777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0777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90777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777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0777B" w:rsidTr="00777248">
        <w:tc>
          <w:tcPr>
            <w:tcW w:w="5132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9077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90777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9077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47A" w:rsidRPr="0090777B">
              <w:rPr>
                <w:rFonts w:ascii="Times New Roman" w:hAnsi="Times New Roman"/>
              </w:rPr>
              <w:t>z</w:t>
            </w:r>
            <w:r w:rsidR="009C1331" w:rsidRPr="0090777B">
              <w:rPr>
                <w:rFonts w:ascii="Times New Roman" w:hAnsi="Times New Roman"/>
              </w:rPr>
              <w:t> </w:t>
            </w:r>
            <w:r w:rsidR="0045729E" w:rsidRPr="0090777B">
              <w:rPr>
                <w:rFonts w:ascii="Times New Roman" w:hAnsi="Times New Roman"/>
              </w:rPr>
              <w:t>harmonogramu</w:t>
            </w:r>
            <w:r w:rsidR="0085747A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77B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:rsidR="0085747A" w:rsidRPr="0090777B" w:rsidRDefault="00B4711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1DC5" w:rsidRPr="0090777B" w:rsidTr="00777248">
        <w:tc>
          <w:tcPr>
            <w:tcW w:w="5132" w:type="dxa"/>
          </w:tcPr>
          <w:p w:rsidR="00C61DC5" w:rsidRPr="0090777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90777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DF4D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1DC5" w:rsidRPr="0090777B" w:rsidRDefault="00DF4D23" w:rsidP="00DF4D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90777B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dział w konsultacjach</w:t>
            </w:r>
          </w:p>
        </w:tc>
        <w:tc>
          <w:tcPr>
            <w:tcW w:w="4388" w:type="dxa"/>
          </w:tcPr>
          <w:p w:rsidR="00C61DC5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90777B" w:rsidTr="00777248">
        <w:tc>
          <w:tcPr>
            <w:tcW w:w="5132" w:type="dxa"/>
          </w:tcPr>
          <w:p w:rsidR="006943B1" w:rsidRPr="0090777B" w:rsidRDefault="006943B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Godziny niekontaktowe:</w:t>
            </w:r>
          </w:p>
          <w:p w:rsidR="0071620A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praca własna studenta</w:t>
            </w:r>
          </w:p>
          <w:p w:rsidR="006943B1" w:rsidRPr="0090777B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zajęć,</w:t>
            </w:r>
          </w:p>
          <w:p w:rsidR="00C61DC5" w:rsidRDefault="006943B1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przygotowanie do kolokwium , w tym kolokwium końcowego</w:t>
            </w:r>
          </w:p>
          <w:p w:rsidR="00B4711D" w:rsidRPr="0090777B" w:rsidRDefault="00B4711D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przygotowanie projektu</w:t>
            </w:r>
          </w:p>
        </w:tc>
        <w:tc>
          <w:tcPr>
            <w:tcW w:w="4388" w:type="dxa"/>
          </w:tcPr>
          <w:p w:rsidR="00C61DC5" w:rsidRPr="0090777B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Default="00B4711D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4711D" w:rsidRPr="0090777B" w:rsidRDefault="00B40A72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4711D" w:rsidRDefault="00B4711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43B1" w:rsidRDefault="006943B1" w:rsidP="00EC22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11D" w:rsidRPr="0090777B" w:rsidRDefault="00777248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777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90777B" w:rsidTr="00777248">
        <w:tc>
          <w:tcPr>
            <w:tcW w:w="5132" w:type="dxa"/>
          </w:tcPr>
          <w:p w:rsidR="0085747A" w:rsidRPr="0090777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777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90777B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E1941" w:rsidRPr="0090777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90777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6. </w:t>
      </w:r>
      <w:r w:rsidR="0085747A" w:rsidRPr="0090777B">
        <w:rPr>
          <w:smallCaps w:val="0"/>
          <w:szCs w:val="24"/>
        </w:rPr>
        <w:t>PRAKTYKI ZAWO</w:t>
      </w:r>
      <w:r w:rsidR="009C1331" w:rsidRPr="0090777B">
        <w:rPr>
          <w:smallCaps w:val="0"/>
          <w:szCs w:val="24"/>
        </w:rPr>
        <w:t>DOWE W RAMACH PRZEDMIOTU</w:t>
      </w:r>
    </w:p>
    <w:p w:rsidR="0085747A" w:rsidRPr="0090777B" w:rsidRDefault="001D5EA6" w:rsidP="001D5EA6">
      <w:pPr>
        <w:pStyle w:val="Punktygwne"/>
        <w:spacing w:before="0" w:after="0"/>
        <w:ind w:left="360"/>
        <w:jc w:val="center"/>
        <w:rPr>
          <w:smallCaps w:val="0"/>
          <w:szCs w:val="24"/>
        </w:rPr>
      </w:pPr>
      <w:r w:rsidRPr="0090777B">
        <w:rPr>
          <w:smallCaps w:val="0"/>
          <w:szCs w:val="24"/>
        </w:rPr>
        <w:t>NIE DOTYCZY</w:t>
      </w:r>
    </w:p>
    <w:p w:rsidR="003E1941" w:rsidRPr="0090777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90777B">
        <w:rPr>
          <w:smallCaps w:val="0"/>
          <w:szCs w:val="24"/>
        </w:rPr>
        <w:t xml:space="preserve">7. </w:t>
      </w:r>
      <w:r w:rsidR="0085747A" w:rsidRPr="0090777B">
        <w:rPr>
          <w:smallCaps w:val="0"/>
          <w:szCs w:val="24"/>
        </w:rPr>
        <w:t>LITERATURA</w:t>
      </w:r>
      <w:r w:rsidRPr="0090777B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1D" w:rsidRPr="009D723A" w:rsidRDefault="00B4711D" w:rsidP="00B4711D">
            <w:pPr>
              <w:pStyle w:val="Punktygwne"/>
              <w:spacing w:before="0" w:after="0" w:line="360" w:lineRule="auto"/>
              <w:jc w:val="both"/>
              <w:rPr>
                <w:b w:val="0"/>
                <w:szCs w:val="24"/>
              </w:rPr>
            </w:pPr>
            <w:r w:rsidRPr="009D723A">
              <w:rPr>
                <w:b w:val="0"/>
                <w:szCs w:val="24"/>
              </w:rPr>
              <w:t>Literatura podstawowa: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Nowak, Metodologia badań socjologicznych.  Warszawa 1970.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M. Łobocki, Wprowadzenie do metodologii badań pedagogicznych.  Warszawa 2007.</w:t>
            </w:r>
          </w:p>
          <w:p w:rsidR="00B4711D" w:rsidRDefault="00B4711D" w:rsidP="00B4711D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Rubacha, Metodologia badań nad edukacją, Warszawa 2008.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Muszyński, Metodologiczne vademecum badacza pedagoga. Poznań 2018.</w:t>
            </w:r>
          </w:p>
          <w:p w:rsid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Łobocki Metody badań pedagogicznych. Warszawa 1982.</w:t>
            </w:r>
          </w:p>
          <w:p w:rsidR="001D5EA6" w:rsidRPr="00B4711D" w:rsidRDefault="00B4711D" w:rsidP="00B4711D">
            <w:pPr>
              <w:pStyle w:val="Tekstpodstawowy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T. Pilch, T. Bauman, Zasady badań pedagogicznych. Poznań 2001</w:t>
            </w:r>
          </w:p>
        </w:tc>
      </w:tr>
      <w:tr w:rsidR="001D5EA6" w:rsidRPr="0090777B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6" w:rsidRPr="0090777B" w:rsidRDefault="001D5EA6" w:rsidP="005E106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777B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D5EA6" w:rsidRDefault="00B4711D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E. Babbie, Podstawy badań społecznych, Warszawa 2003</w:t>
            </w:r>
          </w:p>
          <w:p w:rsidR="0033756B" w:rsidRPr="0090777B" w:rsidRDefault="0033756B" w:rsidP="001D5EA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Ch. Franfort-Nachmias, D. Nachmias, Metody badawcze w naukach społecznych. Poznań 2001</w:t>
            </w:r>
          </w:p>
        </w:tc>
      </w:tr>
    </w:tbl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90777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90777B">
        <w:rPr>
          <w:b w:val="0"/>
          <w:smallCaps w:val="0"/>
          <w:szCs w:val="24"/>
        </w:rPr>
        <w:t>Akceptacja Kierownika Jednostki lub osoby upoważnionej</w:t>
      </w:r>
    </w:p>
    <w:sectPr w:rsidR="0085747A" w:rsidRPr="009077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35" w:rsidRDefault="00240535" w:rsidP="00C16ABF">
      <w:pPr>
        <w:spacing w:after="0" w:line="240" w:lineRule="auto"/>
      </w:pPr>
      <w:r>
        <w:separator/>
      </w:r>
    </w:p>
  </w:endnote>
  <w:endnote w:type="continuationSeparator" w:id="0">
    <w:p w:rsidR="00240535" w:rsidRDefault="002405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35" w:rsidRDefault="00240535" w:rsidP="00C16ABF">
      <w:pPr>
        <w:spacing w:after="0" w:line="240" w:lineRule="auto"/>
      </w:pPr>
      <w:r>
        <w:separator/>
      </w:r>
    </w:p>
  </w:footnote>
  <w:footnote w:type="continuationSeparator" w:id="0">
    <w:p w:rsidR="00240535" w:rsidRDefault="0024053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AE9"/>
    <w:rsid w:val="00192F37"/>
    <w:rsid w:val="001A70D2"/>
    <w:rsid w:val="001C0FB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535"/>
    <w:rsid w:val="00244ABC"/>
    <w:rsid w:val="00281FF2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45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46F"/>
    <w:rsid w:val="00647FA8"/>
    <w:rsid w:val="00650C5F"/>
    <w:rsid w:val="00654934"/>
    <w:rsid w:val="006620D9"/>
    <w:rsid w:val="0067090C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2A9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557E2"/>
    <w:rsid w:val="00997F14"/>
    <w:rsid w:val="009A2C3B"/>
    <w:rsid w:val="009A5715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C5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5946"/>
    <w:rsid w:val="00B8056E"/>
    <w:rsid w:val="00B819C8"/>
    <w:rsid w:val="00B82308"/>
    <w:rsid w:val="00B90885"/>
    <w:rsid w:val="00BB378B"/>
    <w:rsid w:val="00BB520A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D1"/>
    <w:rsid w:val="00FB7DBA"/>
    <w:rsid w:val="00FC1C25"/>
    <w:rsid w:val="00FC3F45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BCEA-ADF8-42D6-BFE2-6FBAF08B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2019-12-19T12:38:00Z</cp:lastPrinted>
  <dcterms:created xsi:type="dcterms:W3CDTF">2019-11-23T12:15:00Z</dcterms:created>
  <dcterms:modified xsi:type="dcterms:W3CDTF">2021-10-01T10:00:00Z</dcterms:modified>
</cp:coreProperties>
</file>